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78DA3" w14:textId="10180238" w:rsidR="00776C19" w:rsidRDefault="00205684" w:rsidP="00075E3B">
      <w:r w:rsidRPr="00776C19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566209A" wp14:editId="6B6D683E">
                <wp:simplePos x="0" y="0"/>
                <wp:positionH relativeFrom="page">
                  <wp:posOffset>-119270</wp:posOffset>
                </wp:positionH>
                <wp:positionV relativeFrom="page">
                  <wp:posOffset>-795130</wp:posOffset>
                </wp:positionV>
                <wp:extent cx="10810240" cy="15892890"/>
                <wp:effectExtent l="0" t="0" r="0" b="0"/>
                <wp:wrapNone/>
                <wp:docPr id="20" name="Group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35EAB2-4F97-405E-90A2-25C66E2D2884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10240" cy="15892890"/>
                          <a:chOff x="0" y="0"/>
                          <a:chExt cx="7814310" cy="10058400"/>
                        </a:xfrm>
                      </wpg:grpSpPr>
                      <wps:wsp>
                        <wps:cNvPr id="2" name="Rectangle 2">
                          <a:extLst>
                            <a:ext uri="{FF2B5EF4-FFF2-40B4-BE49-F238E27FC236}">
                              <a16:creationId xmlns:a16="http://schemas.microsoft.com/office/drawing/2014/main" id="{A3290156-183B-4ADF-80D1-69507457BC5B}"/>
                            </a:ext>
                          </a:extLst>
                        </wps:cNvPr>
                        <wps:cNvSpPr/>
                        <wps:spPr>
                          <a:xfrm>
                            <a:off x="22860" y="0"/>
                            <a:ext cx="7772400" cy="1005840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9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Graphic 1" descr="Blue shape">
                            <a:extLst>
                              <a:ext uri="{FF2B5EF4-FFF2-40B4-BE49-F238E27FC236}">
                                <a16:creationId xmlns:a16="http://schemas.microsoft.com/office/drawing/2014/main" id="{EF431EBE-F9E3-49E2-AA71-FF8BB5D2B2BE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223260"/>
                            <a:ext cx="7814310" cy="38989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Graphic 6" descr="Little fox">
                            <a:extLst>
                              <a:ext uri="{FF2B5EF4-FFF2-40B4-BE49-F238E27FC236}">
                                <a16:creationId xmlns:a16="http://schemas.microsoft.com/office/drawing/2014/main" id="{05C1E8E6-6F86-490C-9149-90A3C134FBFF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8945" y="3817620"/>
                            <a:ext cx="6865620" cy="4589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Graphic 5" descr="Yellow shape">
                            <a:extLst>
                              <a:ext uri="{FF2B5EF4-FFF2-40B4-BE49-F238E27FC236}">
                                <a16:creationId xmlns:a16="http://schemas.microsoft.com/office/drawing/2014/main" id="{4F0EE883-CE84-4A24-BDE3-672BB0157E3F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10" y="6486525"/>
                            <a:ext cx="7791450" cy="355600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6" name="Group 6" descr="Ribbon">
                          <a:extLst>
                            <a:ext uri="{FF2B5EF4-FFF2-40B4-BE49-F238E27FC236}">
                              <a16:creationId xmlns:a16="http://schemas.microsoft.com/office/drawing/2014/main" id="{90C8F272-A4D9-4FA4-A9C8-F58F2BE22ECC}"/>
                            </a:ext>
                          </a:extLst>
                        </wpg:cNvPr>
                        <wpg:cNvGrpSpPr/>
                        <wpg:grpSpPr>
                          <a:xfrm>
                            <a:off x="555625" y="1029970"/>
                            <a:ext cx="6681470" cy="1662430"/>
                            <a:chOff x="555625" y="1029970"/>
                            <a:chExt cx="6681470" cy="1662896"/>
                          </a:xfrm>
                        </wpg:grpSpPr>
                        <pic:pic xmlns:pic="http://schemas.openxmlformats.org/drawingml/2006/picture">
                          <pic:nvPicPr>
                            <pic:cNvPr id="17" name="Graphic 7" descr="Ribbon">
                              <a:extLst>
                                <a:ext uri="{FF2B5EF4-FFF2-40B4-BE49-F238E27FC236}">
                                  <a16:creationId xmlns:a16="http://schemas.microsoft.com/office/drawing/2014/main" id="{FB55FE1D-FAD4-412F-8AD7-0184CDB79015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5625" y="1029970"/>
                              <a:ext cx="6681470" cy="165036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" name="Graphic 8" descr="Ribbon shadow">
                              <a:extLst>
                                <a:ext uri="{FF2B5EF4-FFF2-40B4-BE49-F238E27FC236}">
                                  <a16:creationId xmlns:a16="http://schemas.microsoft.com/office/drawing/2014/main" id="{833CDDBA-04F3-4C41-996D-A02A7B9FD94E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92233" y="2083266"/>
                              <a:ext cx="5403215" cy="6096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9" name="Graphic 9" descr="Ribbon">
                              <a:extLst>
                                <a:ext uri="{FF2B5EF4-FFF2-40B4-BE49-F238E27FC236}">
                                  <a16:creationId xmlns:a16="http://schemas.microsoft.com/office/drawing/2014/main" id="{321D8A60-1A36-4D3C-8CE0-CF5C4CF11F2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2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92233" y="2048542"/>
                              <a:ext cx="5414010" cy="40576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8" name="Group 8" descr="Orange circle">
                          <a:extLst>
                            <a:ext uri="{FF2B5EF4-FFF2-40B4-BE49-F238E27FC236}">
                              <a16:creationId xmlns:a16="http://schemas.microsoft.com/office/drawing/2014/main" id="{E2843727-72EC-4C11-86B9-3FAC49CF5A6B}"/>
                            </a:ext>
                          </a:extLst>
                        </wpg:cNvPr>
                        <wpg:cNvGrpSpPr/>
                        <wpg:grpSpPr>
                          <a:xfrm>
                            <a:off x="699135" y="7715250"/>
                            <a:ext cx="1864360" cy="1864360"/>
                            <a:chOff x="699135" y="7715250"/>
                            <a:chExt cx="1864360" cy="1864360"/>
                          </a:xfrm>
                        </wpg:grpSpPr>
                        <pic:pic xmlns:pic="http://schemas.openxmlformats.org/drawingml/2006/picture">
                          <pic:nvPicPr>
                            <pic:cNvPr id="15" name="Graphic 12" descr="Orange circle">
                              <a:extLst>
                                <a:ext uri="{FF2B5EF4-FFF2-40B4-BE49-F238E27FC236}">
                                  <a16:creationId xmlns:a16="http://schemas.microsoft.com/office/drawing/2014/main" id="{4E7771CB-137D-47BF-88BD-4A83DC89228C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23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99135" y="7715250"/>
                              <a:ext cx="1864360" cy="186436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" name="Graphic 13" descr="Circle shadow">
                              <a:extLst>
                                <a:ext uri="{FF2B5EF4-FFF2-40B4-BE49-F238E27FC236}">
                                  <a16:creationId xmlns:a16="http://schemas.microsoft.com/office/drawing/2014/main" id="{333F3B6A-0C54-4C04-8CE9-C712771F4FF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25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99135" y="7715250"/>
                              <a:ext cx="1864360" cy="96393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14" name="Rectangle 14">
                          <a:extLst>
                            <a:ext uri="{FF2B5EF4-FFF2-40B4-BE49-F238E27FC236}">
                              <a16:creationId xmlns:a16="http://schemas.microsoft.com/office/drawing/2014/main" id="{62C7BB7F-337F-400B-852E-3E173210C03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2860" y="0"/>
                            <a:ext cx="6858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45F417" id="Group 19" o:spid="_x0000_s1026" alt="&quot;&quot;" style="position:absolute;margin-left:-9.4pt;margin-top:-62.6pt;width:851.2pt;height:1251.4pt;z-index:-251657216;mso-position-horizontal-relative:page;mso-position-vertical-relative:page;mso-width-relative:margin;mso-height-relative:margin" coordsize="78143,1005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">
                <v:rect id="Rectangle 2" o:spid="_x0000_s1027" style="position:absolute;left:228;width:77724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" fillcolor="#93cef5 [2895]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" o:spid="_x0000_s1028" type="#_x0000_t75" alt="Blue shape" style="position:absolute;top:32232;width:78143;height:389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">
                  <v:imagedata r:id="rId26" o:title="Blue shape"/>
                </v:shape>
                <v:shape id="Graphic 6" o:spid="_x0000_s1029" type="#_x0000_t75" alt="Little fox" style="position:absolute;left:4489;top:38176;width:68656;height:458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">
                  <v:imagedata r:id="rId27" o:title="Little fox"/>
                </v:shape>
                <v:shape id="Graphic 5" o:spid="_x0000_s1030" type="#_x0000_t75" alt="Yellow shape" style="position:absolute;left:38;top:64865;width:77914;height:35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">
                  <v:imagedata r:id="rId28" o:title="Yellow shape"/>
                </v:shape>
                <v:group id="Group 6" o:spid="_x0000_s1031" alt="Ribbon" style="position:absolute;left:5556;top:10299;width:66814;height:16625" coordorigin="5556,10299" coordsize="66814,1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Graphic 7" o:spid="_x0000_s1032" type="#_x0000_t75" alt="Ribbon" style="position:absolute;left:5556;top:10299;width:66814;height:165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">
                    <v:imagedata r:id="rId29" o:title="Ribbon"/>
                  </v:shape>
                  <v:shape id="Graphic 8" o:spid="_x0000_s1033" type="#_x0000_t75" alt="Ribbon shadow" style="position:absolute;left:11922;top:20832;width:54032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">
                    <v:imagedata r:id="rId30" o:title="Ribbon shadow"/>
                  </v:shape>
                  <v:shape id="Graphic 9" o:spid="_x0000_s1034" type="#_x0000_t75" alt="Ribbon" style="position:absolute;left:11922;top:20485;width:54140;height:4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">
                    <v:imagedata r:id="rId31" o:title="Ribbon"/>
                  </v:shape>
                </v:group>
                <v:group id="Group 8" o:spid="_x0000_s1035" alt="Orange circle" style="position:absolute;left:6991;top:77152;width:18643;height:18644" coordorigin="6991,77152" coordsize="18643,18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Graphic 12" o:spid="_x0000_s1036" type="#_x0000_t75" alt="Orange circle" style="position:absolute;left:6991;top:77152;width:18643;height:186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">
                    <v:imagedata r:id="rId32" o:title="Orange circle"/>
                  </v:shape>
                  <v:shape id="Graphic 13" o:spid="_x0000_s1037" type="#_x0000_t75" alt="Circle shadow" style="position:absolute;left:6991;top:77152;width:18643;height:96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">
                    <v:imagedata r:id="rId33" o:title="Circle shadow"/>
                  </v:shape>
                </v:group>
                <v:rect id="Rectangle 14" o:spid="_x0000_s1038" style="position:absolute;left:228;width:6858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" filled="f" fillcolor="#1b4b88 [3204]" stroked="f" strokecolor="black [3213]">
                  <v:shadow color="#7eaed7 [3214]"/>
                </v:rect>
                <w10:wrap anchorx="page" anchory="page"/>
              </v:group>
            </w:pict>
          </mc:Fallback>
        </mc:AlternateContent>
      </w:r>
    </w:p>
    <w:p w14:paraId="32204B80" w14:textId="2528BBDB" w:rsidR="00205684" w:rsidRDefault="003D1CEC" w:rsidP="005F144D">
      <w:pPr>
        <w:pStyle w:val="Heading1"/>
        <w:rPr>
          <w:sz w:val="56"/>
          <w:szCs w:val="40"/>
        </w:rPr>
      </w:pPr>
      <w:r w:rsidRPr="00205684">
        <w:rPr>
          <w:sz w:val="56"/>
          <w:szCs w:val="40"/>
        </w:rPr>
        <w:t>PRIDRUŽI NAM SE !</w:t>
      </w:r>
    </w:p>
    <w:p w14:paraId="26BB7982" w14:textId="77777777" w:rsidR="00FC3BEB" w:rsidRPr="00FC3BEB" w:rsidRDefault="00FC3BEB" w:rsidP="00FC3BEB"/>
    <w:p w14:paraId="2A7A6AC2" w14:textId="511DE102" w:rsidR="00776C19" w:rsidRPr="00205684" w:rsidRDefault="003D1CEC" w:rsidP="00075E3B">
      <w:pPr>
        <w:pStyle w:val="Title"/>
        <w:rPr>
          <w:sz w:val="96"/>
          <w:szCs w:val="96"/>
        </w:rPr>
      </w:pPr>
      <w:r w:rsidRPr="00205684">
        <w:rPr>
          <w:sz w:val="96"/>
          <w:szCs w:val="96"/>
        </w:rPr>
        <w:t>TEKMOVANJE PIŠEK</w:t>
      </w:r>
    </w:p>
    <w:tbl>
      <w:tblPr>
        <w:tblpPr w:leftFromText="180" w:rightFromText="180" w:vertAnchor="text" w:horzAnchor="margin" w:tblpY="13982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1"/>
        <w:gridCol w:w="10017"/>
      </w:tblGrid>
      <w:tr w:rsidR="00205684" w:rsidRPr="00205684" w14:paraId="01D2FBF0" w14:textId="77777777" w:rsidTr="00205684">
        <w:trPr>
          <w:trHeight w:val="4822"/>
        </w:trPr>
        <w:tc>
          <w:tcPr>
            <w:tcW w:w="5381" w:type="dxa"/>
          </w:tcPr>
          <w:p w14:paraId="3EBD126B" w14:textId="77777777" w:rsidR="00205684" w:rsidRPr="00205684" w:rsidRDefault="00205684" w:rsidP="00205684">
            <w:pPr>
              <w:pStyle w:val="Subtitle"/>
              <w:rPr>
                <w:sz w:val="56"/>
                <w:szCs w:val="14"/>
                <w:lang w:val="sl-SI"/>
              </w:rPr>
            </w:pPr>
          </w:p>
          <w:p w14:paraId="62C8E9DD" w14:textId="77777777" w:rsidR="00FC3BEB" w:rsidRDefault="00FC3BEB" w:rsidP="00205684">
            <w:pPr>
              <w:pStyle w:val="Subtitle"/>
              <w:rPr>
                <w:sz w:val="56"/>
                <w:szCs w:val="14"/>
                <w:lang w:val="sl-SI"/>
              </w:rPr>
            </w:pPr>
          </w:p>
          <w:p w14:paraId="04A1B749" w14:textId="6CDFDA5C" w:rsidR="00205684" w:rsidRPr="00205684" w:rsidRDefault="00205684" w:rsidP="00FC3BEB">
            <w:pPr>
              <w:pStyle w:val="Subtitle"/>
              <w:ind w:left="142"/>
              <w:rPr>
                <w:sz w:val="56"/>
                <w:szCs w:val="14"/>
                <w:lang w:val="sl-SI"/>
              </w:rPr>
            </w:pPr>
            <w:r w:rsidRPr="00205684">
              <w:rPr>
                <w:sz w:val="56"/>
                <w:szCs w:val="14"/>
                <w:lang w:val="sl-SI"/>
              </w:rPr>
              <w:t>Med 28.</w:t>
            </w:r>
          </w:p>
          <w:p w14:paraId="4B011ACD" w14:textId="77777777" w:rsidR="00205684" w:rsidRPr="00205684" w:rsidRDefault="00205684" w:rsidP="00FC3BEB">
            <w:pPr>
              <w:pStyle w:val="Subtitle"/>
              <w:ind w:left="142"/>
              <w:rPr>
                <w:sz w:val="56"/>
                <w:szCs w:val="14"/>
                <w:lang w:val="sl-SI"/>
              </w:rPr>
            </w:pPr>
            <w:r w:rsidRPr="00205684">
              <w:rPr>
                <w:sz w:val="56"/>
                <w:szCs w:val="14"/>
                <w:lang w:val="sl-SI"/>
              </w:rPr>
              <w:t xml:space="preserve">februarjem </w:t>
            </w:r>
            <w:r w:rsidRPr="00205684">
              <w:rPr>
                <w:sz w:val="56"/>
                <w:szCs w:val="14"/>
                <w:lang w:val="sl-SI"/>
              </w:rPr>
              <w:br/>
              <w:t>in</w:t>
            </w:r>
          </w:p>
          <w:p w14:paraId="046DF58E" w14:textId="77777777" w:rsidR="00205684" w:rsidRPr="00205684" w:rsidRDefault="00205684" w:rsidP="00FC3BEB">
            <w:pPr>
              <w:pStyle w:val="Subtitle"/>
              <w:ind w:left="142"/>
              <w:rPr>
                <w:sz w:val="56"/>
                <w:szCs w:val="14"/>
                <w:lang w:val="sl-SI"/>
              </w:rPr>
            </w:pPr>
            <w:proofErr w:type="spellStart"/>
            <w:r w:rsidRPr="00205684">
              <w:rPr>
                <w:sz w:val="56"/>
                <w:szCs w:val="14"/>
                <w:lang w:val="sl-SI"/>
              </w:rPr>
              <w:t>14.marcem</w:t>
            </w:r>
            <w:proofErr w:type="spellEnd"/>
          </w:p>
          <w:p w14:paraId="0971FC37" w14:textId="77777777" w:rsidR="00205684" w:rsidRPr="00205684" w:rsidRDefault="00205684" w:rsidP="00205684">
            <w:pPr>
              <w:pStyle w:val="Heading5"/>
              <w:rPr>
                <w:sz w:val="72"/>
                <w:szCs w:val="16"/>
                <w:lang w:val="sl-SI"/>
              </w:rPr>
            </w:pPr>
          </w:p>
        </w:tc>
        <w:tc>
          <w:tcPr>
            <w:tcW w:w="10017" w:type="dxa"/>
          </w:tcPr>
          <w:p w14:paraId="1CB75220" w14:textId="3FD65FE1" w:rsidR="00205684" w:rsidRPr="00205684" w:rsidRDefault="00205684" w:rsidP="00FC3BEB">
            <w:pPr>
              <w:pStyle w:val="Heading3"/>
              <w:spacing w:line="240" w:lineRule="auto"/>
              <w:rPr>
                <w:sz w:val="72"/>
                <w:szCs w:val="16"/>
                <w:lang w:val="sl-SI"/>
              </w:rPr>
            </w:pPr>
            <w:r w:rsidRPr="00205684">
              <w:rPr>
                <w:sz w:val="72"/>
                <w:szCs w:val="16"/>
                <w:lang w:val="sl-SI"/>
              </w:rPr>
              <w:t xml:space="preserve">OBIŠČI NAS NA </w:t>
            </w:r>
            <w:proofErr w:type="spellStart"/>
            <w:r w:rsidRPr="00205684">
              <w:rPr>
                <w:sz w:val="72"/>
                <w:szCs w:val="16"/>
                <w:lang w:val="sl-SI"/>
              </w:rPr>
              <w:t>PISEK.SI</w:t>
            </w:r>
            <w:proofErr w:type="spellEnd"/>
          </w:p>
          <w:p w14:paraId="23E81938" w14:textId="77777777" w:rsidR="00205684" w:rsidRPr="00205684" w:rsidRDefault="00205684" w:rsidP="00FC3BEB">
            <w:pPr>
              <w:spacing w:line="240" w:lineRule="auto"/>
              <w:rPr>
                <w:sz w:val="22"/>
                <w:szCs w:val="22"/>
                <w:lang w:val="sl-SI"/>
              </w:rPr>
            </w:pPr>
          </w:p>
          <w:p w14:paraId="4A12165E" w14:textId="681DF5CD" w:rsidR="00205684" w:rsidRPr="00205684" w:rsidRDefault="00205684" w:rsidP="00FC3BEB">
            <w:pPr>
              <w:pStyle w:val="Heading4"/>
              <w:spacing w:line="240" w:lineRule="auto"/>
              <w:rPr>
                <w:sz w:val="56"/>
                <w:szCs w:val="14"/>
                <w:lang w:val="sl-SI"/>
              </w:rPr>
            </w:pPr>
            <w:bookmarkStart w:id="0" w:name="_Hlk127313664"/>
            <w:r w:rsidRPr="00205684">
              <w:rPr>
                <w:sz w:val="56"/>
                <w:szCs w:val="14"/>
                <w:lang w:val="sl-SI"/>
              </w:rPr>
              <w:t>Za U</w:t>
            </w:r>
            <w:r w:rsidRPr="00205684">
              <w:rPr>
                <w:sz w:val="56"/>
                <w:szCs w:val="14"/>
                <w:lang w:val="sl-SI"/>
              </w:rPr>
              <w:t>Č</w:t>
            </w:r>
            <w:r w:rsidRPr="00205684">
              <w:rPr>
                <w:sz w:val="56"/>
                <w:szCs w:val="14"/>
                <w:lang w:val="sl-SI"/>
              </w:rPr>
              <w:t>ENCE 4.−9. razreda OŠ ter DIJAKE SŠ</w:t>
            </w:r>
            <w:bookmarkEnd w:id="0"/>
          </w:p>
          <w:p w14:paraId="32F0FF86" w14:textId="77777777" w:rsidR="00205684" w:rsidRPr="00205684" w:rsidRDefault="00205684" w:rsidP="00FC3BEB">
            <w:pPr>
              <w:spacing w:line="240" w:lineRule="auto"/>
              <w:rPr>
                <w:b/>
                <w:bCs/>
                <w:sz w:val="40"/>
                <w:szCs w:val="40"/>
                <w:lang w:val="sl-SI"/>
              </w:rPr>
            </w:pPr>
          </w:p>
          <w:p w14:paraId="62877651" w14:textId="4837F31D" w:rsidR="00205684" w:rsidRPr="00205684" w:rsidRDefault="00205684" w:rsidP="00FC3BEB">
            <w:pPr>
              <w:spacing w:line="240" w:lineRule="auto"/>
              <w:rPr>
                <w:b/>
                <w:bCs/>
                <w:sz w:val="40"/>
                <w:szCs w:val="40"/>
                <w:lang w:val="sl-SI"/>
              </w:rPr>
            </w:pPr>
            <w:r w:rsidRPr="00205684">
              <w:rPr>
                <w:b/>
                <w:bCs/>
                <w:sz w:val="36"/>
                <w:szCs w:val="36"/>
                <w:lang w:val="sl-SI"/>
              </w:rPr>
              <w:t xml:space="preserve">Tekmovanje bo potekalo po spletu in bo samodejno vrednoteno. </w:t>
            </w:r>
            <w:bookmarkStart w:id="1" w:name="_Hlk127313680"/>
            <w:r w:rsidRPr="00205684">
              <w:rPr>
                <w:b/>
                <w:bCs/>
                <w:sz w:val="36"/>
                <w:szCs w:val="36"/>
                <w:lang w:val="sl-SI"/>
              </w:rPr>
              <w:t>Računalniško znanje ni potrebno, naloge pa bodo prilagojene vašemu predznanju.</w:t>
            </w:r>
            <w:bookmarkEnd w:id="1"/>
          </w:p>
        </w:tc>
      </w:tr>
    </w:tbl>
    <w:p w14:paraId="355E6DDE" w14:textId="01312581" w:rsidR="00776C19" w:rsidRPr="00205684" w:rsidRDefault="00205684" w:rsidP="00075E3B">
      <w:pPr>
        <w:pStyle w:val="Heading2"/>
        <w:rPr>
          <w:sz w:val="72"/>
          <w:szCs w:val="40"/>
        </w:rPr>
      </w:pPr>
      <w:r w:rsidRPr="00205684">
        <w:rPr>
          <w:noProof/>
          <w:sz w:val="72"/>
          <w:szCs w:val="40"/>
        </w:rPr>
        <w:drawing>
          <wp:anchor distT="0" distB="0" distL="114300" distR="114300" simplePos="0" relativeHeight="251660288" behindDoc="0" locked="0" layoutInCell="1" allowOverlap="1" wp14:anchorId="305220A5" wp14:editId="14E83CB4">
            <wp:simplePos x="0" y="0"/>
            <wp:positionH relativeFrom="margin">
              <wp:posOffset>1953122</wp:posOffset>
            </wp:positionH>
            <wp:positionV relativeFrom="page">
              <wp:align>center</wp:align>
            </wp:positionV>
            <wp:extent cx="5915660" cy="5915660"/>
            <wp:effectExtent l="0" t="0" r="0" b="8890"/>
            <wp:wrapSquare wrapText="bothSides"/>
            <wp:docPr id="21" name="Picture 2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A picture containing clipart&#10;&#10;Description automatically generated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5660" cy="5915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05684">
        <w:rPr>
          <w:noProof/>
          <w:sz w:val="72"/>
          <w:szCs w:val="16"/>
        </w:rPr>
        <w:drawing>
          <wp:anchor distT="0" distB="0" distL="114300" distR="114300" simplePos="0" relativeHeight="251662336" behindDoc="1" locked="0" layoutInCell="1" allowOverlap="1" wp14:anchorId="19A4FD4F" wp14:editId="735FAD51">
            <wp:simplePos x="0" y="0"/>
            <wp:positionH relativeFrom="margin">
              <wp:posOffset>3529330</wp:posOffset>
            </wp:positionH>
            <wp:positionV relativeFrom="margin">
              <wp:posOffset>6604000</wp:posOffset>
            </wp:positionV>
            <wp:extent cx="3119129" cy="7131496"/>
            <wp:effectExtent l="0" t="0" r="0" b="0"/>
            <wp:wrapNone/>
            <wp:docPr id="9" name="Graphic 9" descr="Puzzl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 9" descr="Puzzle with solid fill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814592">
                      <a:off x="0" y="0"/>
                      <a:ext cx="3119129" cy="71314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BEB">
        <w:rPr>
          <w:sz w:val="72"/>
          <w:szCs w:val="40"/>
        </w:rPr>
        <w:br/>
      </w:r>
      <w:r w:rsidR="003D1CEC" w:rsidRPr="00205684">
        <w:rPr>
          <w:sz w:val="72"/>
          <w:szCs w:val="40"/>
        </w:rPr>
        <w:t xml:space="preserve">PROGRAMIRANJE Z </w:t>
      </w:r>
      <w:r w:rsidR="00B87D94" w:rsidRPr="00205684">
        <w:rPr>
          <w:sz w:val="72"/>
          <w:szCs w:val="40"/>
        </w:rPr>
        <w:t>DELČKI</w:t>
      </w:r>
    </w:p>
    <w:p w14:paraId="326059E9" w14:textId="77777777" w:rsidR="008B383B" w:rsidRPr="00D40D6A" w:rsidRDefault="008B383B" w:rsidP="00075E3B"/>
    <w:sectPr w:rsidR="008B383B" w:rsidRPr="00D40D6A" w:rsidSect="00FC3BEB">
      <w:pgSz w:w="16838" w:h="23811" w:code="8"/>
      <w:pgMar w:top="0" w:right="720" w:bottom="360" w:left="720" w:header="288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9F69B" w14:textId="77777777" w:rsidR="007009A3" w:rsidRDefault="007009A3" w:rsidP="009E5751">
      <w:pPr>
        <w:spacing w:line="240" w:lineRule="auto"/>
      </w:pPr>
      <w:r>
        <w:separator/>
      </w:r>
    </w:p>
  </w:endnote>
  <w:endnote w:type="continuationSeparator" w:id="0">
    <w:p w14:paraId="3BA3095B" w14:textId="77777777" w:rsidR="007009A3" w:rsidRDefault="007009A3" w:rsidP="009E57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CDC74" w14:textId="77777777" w:rsidR="007009A3" w:rsidRDefault="007009A3" w:rsidP="009E5751">
      <w:pPr>
        <w:spacing w:line="240" w:lineRule="auto"/>
      </w:pPr>
      <w:r>
        <w:separator/>
      </w:r>
    </w:p>
  </w:footnote>
  <w:footnote w:type="continuationSeparator" w:id="0">
    <w:p w14:paraId="212F2B23" w14:textId="77777777" w:rsidR="007009A3" w:rsidRDefault="007009A3" w:rsidP="009E575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"/>
  <w:removePersonalInformation/>
  <w:removeDateAndTime/>
  <w:displayBackgroundShap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CEC"/>
    <w:rsid w:val="00045221"/>
    <w:rsid w:val="0004531E"/>
    <w:rsid w:val="00075E3B"/>
    <w:rsid w:val="00085232"/>
    <w:rsid w:val="00093FE7"/>
    <w:rsid w:val="000B12E4"/>
    <w:rsid w:val="001252BA"/>
    <w:rsid w:val="001368C6"/>
    <w:rsid w:val="001441E4"/>
    <w:rsid w:val="00146E7F"/>
    <w:rsid w:val="0019734A"/>
    <w:rsid w:val="001A1105"/>
    <w:rsid w:val="001E5CA3"/>
    <w:rsid w:val="001F209B"/>
    <w:rsid w:val="00205684"/>
    <w:rsid w:val="00210B74"/>
    <w:rsid w:val="002141F5"/>
    <w:rsid w:val="00264C08"/>
    <w:rsid w:val="0027489D"/>
    <w:rsid w:val="00280C9D"/>
    <w:rsid w:val="002A3DDE"/>
    <w:rsid w:val="00325003"/>
    <w:rsid w:val="003465B5"/>
    <w:rsid w:val="00353C91"/>
    <w:rsid w:val="00361D5E"/>
    <w:rsid w:val="00367368"/>
    <w:rsid w:val="00373675"/>
    <w:rsid w:val="003C41AE"/>
    <w:rsid w:val="003D1CEC"/>
    <w:rsid w:val="003E51C2"/>
    <w:rsid w:val="003F1BC0"/>
    <w:rsid w:val="004449A8"/>
    <w:rsid w:val="00480178"/>
    <w:rsid w:val="004B384B"/>
    <w:rsid w:val="004B4530"/>
    <w:rsid w:val="004B65AB"/>
    <w:rsid w:val="00506CFF"/>
    <w:rsid w:val="00532879"/>
    <w:rsid w:val="00560D2F"/>
    <w:rsid w:val="00583423"/>
    <w:rsid w:val="005D1E57"/>
    <w:rsid w:val="005E0B9F"/>
    <w:rsid w:val="005E3C8B"/>
    <w:rsid w:val="005F144D"/>
    <w:rsid w:val="00600408"/>
    <w:rsid w:val="00616E2C"/>
    <w:rsid w:val="00687836"/>
    <w:rsid w:val="007009A3"/>
    <w:rsid w:val="00712B81"/>
    <w:rsid w:val="00713C0B"/>
    <w:rsid w:val="00737550"/>
    <w:rsid w:val="00756BC9"/>
    <w:rsid w:val="00776C19"/>
    <w:rsid w:val="00790813"/>
    <w:rsid w:val="007A4C66"/>
    <w:rsid w:val="007D4B19"/>
    <w:rsid w:val="007F60B5"/>
    <w:rsid w:val="00800AB0"/>
    <w:rsid w:val="00824A13"/>
    <w:rsid w:val="00840999"/>
    <w:rsid w:val="00841782"/>
    <w:rsid w:val="0084320F"/>
    <w:rsid w:val="00864107"/>
    <w:rsid w:val="008653DE"/>
    <w:rsid w:val="00875662"/>
    <w:rsid w:val="008B383B"/>
    <w:rsid w:val="008F1C99"/>
    <w:rsid w:val="008F6565"/>
    <w:rsid w:val="00946416"/>
    <w:rsid w:val="00951780"/>
    <w:rsid w:val="00974C90"/>
    <w:rsid w:val="00981A3C"/>
    <w:rsid w:val="00991346"/>
    <w:rsid w:val="009C79B1"/>
    <w:rsid w:val="009E5751"/>
    <w:rsid w:val="00A00556"/>
    <w:rsid w:val="00A13FC9"/>
    <w:rsid w:val="00A6052E"/>
    <w:rsid w:val="00A844B6"/>
    <w:rsid w:val="00A91213"/>
    <w:rsid w:val="00AA24C2"/>
    <w:rsid w:val="00AF5152"/>
    <w:rsid w:val="00AF5758"/>
    <w:rsid w:val="00B4551E"/>
    <w:rsid w:val="00B5319F"/>
    <w:rsid w:val="00B544B7"/>
    <w:rsid w:val="00B82178"/>
    <w:rsid w:val="00B87D94"/>
    <w:rsid w:val="00B93696"/>
    <w:rsid w:val="00BC1F98"/>
    <w:rsid w:val="00C25E5C"/>
    <w:rsid w:val="00C56AF0"/>
    <w:rsid w:val="00C62485"/>
    <w:rsid w:val="00CA7535"/>
    <w:rsid w:val="00CB030D"/>
    <w:rsid w:val="00CC69DD"/>
    <w:rsid w:val="00CE16BA"/>
    <w:rsid w:val="00D40D6A"/>
    <w:rsid w:val="00D542D1"/>
    <w:rsid w:val="00D857BC"/>
    <w:rsid w:val="00DB071B"/>
    <w:rsid w:val="00DE7A21"/>
    <w:rsid w:val="00E219BA"/>
    <w:rsid w:val="00E23094"/>
    <w:rsid w:val="00E35F9F"/>
    <w:rsid w:val="00E36A83"/>
    <w:rsid w:val="00ED1789"/>
    <w:rsid w:val="00EE0ED1"/>
    <w:rsid w:val="00EE106E"/>
    <w:rsid w:val="00EE3A74"/>
    <w:rsid w:val="00EF4DF3"/>
    <w:rsid w:val="00FA5E26"/>
    <w:rsid w:val="00FB642A"/>
    <w:rsid w:val="00FC3BEB"/>
    <w:rsid w:val="00FE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A29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1B4B88" w:themeColor="accent1"/>
        <w:sz w:val="24"/>
        <w:szCs w:val="24"/>
        <w:lang w:val="en-US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84B"/>
  </w:style>
  <w:style w:type="paragraph" w:styleId="Heading1">
    <w:name w:val="heading 1"/>
    <w:basedOn w:val="Normal"/>
    <w:next w:val="Normal"/>
    <w:link w:val="Heading1Char"/>
    <w:uiPriority w:val="9"/>
    <w:qFormat/>
    <w:rsid w:val="004B384B"/>
    <w:pPr>
      <w:keepNext/>
      <w:keepLines/>
      <w:spacing w:before="240" w:after="480" w:line="240" w:lineRule="auto"/>
      <w:jc w:val="center"/>
      <w:outlineLvl w:val="0"/>
    </w:pPr>
    <w:rPr>
      <w:rFonts w:eastAsiaTheme="majorEastAsia" w:cstheme="majorBidi"/>
      <w:b/>
      <w:caps/>
      <w:color w:val="7F271D" w:themeColor="accent4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6565"/>
    <w:pPr>
      <w:keepNext/>
      <w:keepLines/>
      <w:spacing w:after="8600" w:line="240" w:lineRule="auto"/>
      <w:contextualSpacing/>
      <w:jc w:val="center"/>
      <w:outlineLvl w:val="1"/>
    </w:pPr>
    <w:rPr>
      <w:rFonts w:eastAsiaTheme="majorEastAsia" w:cstheme="majorBidi"/>
      <w:b/>
      <w:color w:val="5175A4" w:themeColor="accent2"/>
      <w:sz w:val="4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105"/>
    <w:pPr>
      <w:keepNext/>
      <w:keepLines/>
      <w:spacing w:line="780" w:lineRule="exact"/>
      <w:outlineLvl w:val="2"/>
    </w:pPr>
    <w:rPr>
      <w:rFonts w:asciiTheme="majorHAnsi" w:eastAsiaTheme="majorEastAsia" w:hAnsiTheme="majorHAnsi" w:cstheme="majorBidi"/>
      <w:b/>
      <w:color w:val="FF6600" w:themeColor="accent5"/>
      <w:sz w:val="7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65AB"/>
    <w:pPr>
      <w:keepNext/>
      <w:keepLines/>
      <w:spacing w:after="120" w:line="600" w:lineRule="exact"/>
      <w:outlineLvl w:val="3"/>
    </w:pPr>
    <w:rPr>
      <w:rFonts w:eastAsiaTheme="majorEastAsia" w:cstheme="majorBidi"/>
      <w:b/>
      <w:iCs/>
      <w:color w:val="7F271D" w:themeColor="accent4"/>
      <w:sz w:val="5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F6565"/>
    <w:pPr>
      <w:keepNext/>
      <w:keepLines/>
      <w:spacing w:line="192" w:lineRule="auto"/>
      <w:jc w:val="center"/>
      <w:outlineLvl w:val="4"/>
    </w:pPr>
    <w:rPr>
      <w:rFonts w:eastAsiaTheme="majorEastAsia" w:cstheme="majorBidi"/>
      <w:b/>
      <w:caps/>
      <w:color w:val="FFFF66" w:themeColor="accent3"/>
      <w:sz w:val="4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E5751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052E"/>
  </w:style>
  <w:style w:type="paragraph" w:styleId="Footer">
    <w:name w:val="footer"/>
    <w:basedOn w:val="Normal"/>
    <w:link w:val="FooterChar"/>
    <w:uiPriority w:val="99"/>
    <w:semiHidden/>
    <w:rsid w:val="009E5751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052E"/>
  </w:style>
  <w:style w:type="paragraph" w:styleId="BalloonText">
    <w:name w:val="Balloon Text"/>
    <w:basedOn w:val="Normal"/>
    <w:link w:val="BalloonTextChar"/>
    <w:uiPriority w:val="99"/>
    <w:semiHidden/>
    <w:unhideWhenUsed/>
    <w:rsid w:val="009E575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751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06CFF"/>
    <w:pPr>
      <w:spacing w:after="480" w:line="240" w:lineRule="auto"/>
      <w:contextualSpacing/>
      <w:jc w:val="center"/>
    </w:pPr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94"/>
      <w:szCs w:val="56"/>
      <w14:shadow w14:blurRad="12700" w14:dist="63500" w14:dir="2700000" w14:sx="100000" w14:sy="100000" w14:kx="0" w14:ky="0" w14:algn="ctr">
        <w14:schemeClr w14:val="tx1">
          <w14:alpha w14:val="80000"/>
        </w14:schemeClr>
      </w14:shadow>
    </w:rPr>
  </w:style>
  <w:style w:type="character" w:customStyle="1" w:styleId="TitleChar">
    <w:name w:val="Title Char"/>
    <w:basedOn w:val="DefaultParagraphFont"/>
    <w:link w:val="Title"/>
    <w:uiPriority w:val="10"/>
    <w:rsid w:val="00506CFF"/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94"/>
      <w:szCs w:val="56"/>
      <w14:shadow w14:blurRad="12700" w14:dist="63500" w14:dir="2700000" w14:sx="100000" w14:sy="100000" w14:kx="0" w14:ky="0" w14:algn="ctr">
        <w14:schemeClr w14:val="tx1">
          <w14:alpha w14:val="80000"/>
        </w14:schemeClr>
      </w14:shadow>
    </w:rPr>
  </w:style>
  <w:style w:type="character" w:styleId="PlaceholderText">
    <w:name w:val="Placeholder Text"/>
    <w:basedOn w:val="DefaultParagraphFont"/>
    <w:uiPriority w:val="99"/>
    <w:semiHidden/>
    <w:rsid w:val="005D1E57"/>
    <w:rPr>
      <w:color w:val="808080"/>
    </w:rPr>
  </w:style>
  <w:style w:type="table" w:styleId="TableGrid">
    <w:name w:val="Table Grid"/>
    <w:basedOn w:val="TableNormal"/>
    <w:uiPriority w:val="39"/>
    <w:rsid w:val="00AF515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B384B"/>
    <w:rPr>
      <w:rFonts w:eastAsiaTheme="majorEastAsia" w:cstheme="majorBidi"/>
      <w:b/>
      <w:caps/>
      <w:color w:val="7F271D" w:themeColor="accent4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F6565"/>
    <w:rPr>
      <w:rFonts w:eastAsiaTheme="majorEastAsia" w:cstheme="majorBidi"/>
      <w:b/>
      <w:color w:val="5175A4" w:themeColor="accent2"/>
      <w:sz w:val="46"/>
      <w:szCs w:val="26"/>
    </w:rPr>
  </w:style>
  <w:style w:type="character" w:styleId="Strong">
    <w:name w:val="Strong"/>
    <w:basedOn w:val="DefaultParagraphFont"/>
    <w:uiPriority w:val="22"/>
    <w:semiHidden/>
    <w:rsid w:val="004449A8"/>
    <w:rPr>
      <w:rFonts w:asciiTheme="minorHAnsi" w:hAnsiTheme="minorHAnsi"/>
      <w:b/>
      <w:bCs/>
      <w:color w:val="BCE1F9" w:themeColor="text2"/>
      <w:sz w:val="44"/>
    </w:rPr>
  </w:style>
  <w:style w:type="character" w:customStyle="1" w:styleId="Heading3Char">
    <w:name w:val="Heading 3 Char"/>
    <w:basedOn w:val="DefaultParagraphFont"/>
    <w:link w:val="Heading3"/>
    <w:uiPriority w:val="9"/>
    <w:rsid w:val="001A1105"/>
    <w:rPr>
      <w:rFonts w:asciiTheme="majorHAnsi" w:eastAsiaTheme="majorEastAsia" w:hAnsiTheme="majorHAnsi" w:cstheme="majorBidi"/>
      <w:b/>
      <w:color w:val="FF6600" w:themeColor="accent5"/>
      <w:sz w:val="7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B65AB"/>
    <w:rPr>
      <w:rFonts w:eastAsiaTheme="majorEastAsia" w:cstheme="majorBidi"/>
      <w:b/>
      <w:iCs/>
      <w:color w:val="7F271D" w:themeColor="accent4"/>
      <w:sz w:val="50"/>
    </w:rPr>
  </w:style>
  <w:style w:type="character" w:customStyle="1" w:styleId="Heading5Char">
    <w:name w:val="Heading 5 Char"/>
    <w:basedOn w:val="DefaultParagraphFont"/>
    <w:link w:val="Heading5"/>
    <w:uiPriority w:val="9"/>
    <w:rsid w:val="008F6565"/>
    <w:rPr>
      <w:rFonts w:eastAsiaTheme="majorEastAsia" w:cstheme="majorBidi"/>
      <w:b/>
      <w:caps/>
      <w:color w:val="FFFF66" w:themeColor="accent3"/>
      <w:sz w:val="4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6565"/>
    <w:pPr>
      <w:numPr>
        <w:ilvl w:val="1"/>
      </w:numPr>
      <w:spacing w:line="192" w:lineRule="auto"/>
      <w:jc w:val="center"/>
    </w:pPr>
    <w:rPr>
      <w:rFonts w:asciiTheme="majorHAnsi" w:eastAsiaTheme="minorEastAsia" w:hAnsiTheme="majorHAnsi"/>
      <w:b/>
      <w:color w:val="FFFFFF" w:themeColor="background1"/>
      <w:spacing w:val="15"/>
      <w:sz w:val="170"/>
      <w14:shadow w14:blurRad="12700" w14:dist="63500" w14:dir="2700000" w14:sx="100000" w14:sy="100000" w14:kx="0" w14:ky="0" w14:algn="ctr">
        <w14:schemeClr w14:val="tx1">
          <w14:alpha w14:val="80000"/>
        </w14:schemeClr>
      </w14:shadow>
    </w:rPr>
  </w:style>
  <w:style w:type="character" w:customStyle="1" w:styleId="SubtitleChar">
    <w:name w:val="Subtitle Char"/>
    <w:basedOn w:val="DefaultParagraphFont"/>
    <w:link w:val="Subtitle"/>
    <w:uiPriority w:val="11"/>
    <w:rsid w:val="008F6565"/>
    <w:rPr>
      <w:rFonts w:asciiTheme="majorHAnsi" w:eastAsiaTheme="minorEastAsia" w:hAnsiTheme="majorHAnsi"/>
      <w:b/>
      <w:color w:val="FFFFFF" w:themeColor="background1"/>
      <w:spacing w:val="15"/>
      <w:sz w:val="170"/>
      <w14:shadow w14:blurRad="12700" w14:dist="63500" w14:dir="2700000" w14:sx="100000" w14:sy="100000" w14:kx="0" w14:ky="0" w14:algn="ctr">
        <w14:schemeClr w14:val="tx1">
          <w14:alpha w14:val="80000"/>
        </w14:scheme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sv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21" Type="http://schemas.openxmlformats.org/officeDocument/2006/relationships/image" Target="media/image12.svg"/><Relationship Id="rId34" Type="http://schemas.openxmlformats.org/officeDocument/2006/relationships/image" Target="media/image25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5" Type="http://schemas.openxmlformats.org/officeDocument/2006/relationships/image" Target="media/image16.svg"/><Relationship Id="rId33" Type="http://schemas.openxmlformats.org/officeDocument/2006/relationships/image" Target="media/image24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svg"/><Relationship Id="rId23" Type="http://schemas.openxmlformats.org/officeDocument/2006/relationships/image" Target="media/image14.svg"/><Relationship Id="rId28" Type="http://schemas.openxmlformats.org/officeDocument/2006/relationships/image" Target="media/image19.png"/><Relationship Id="rId36" Type="http://schemas.openxmlformats.org/officeDocument/2006/relationships/image" Target="media/image27.svg"/><Relationship Id="rId10" Type="http://schemas.openxmlformats.org/officeDocument/2006/relationships/image" Target="media/image1.png"/><Relationship Id="rId19" Type="http://schemas.openxmlformats.org/officeDocument/2006/relationships/image" Target="media/image10.svg"/><Relationship Id="rId31" Type="http://schemas.openxmlformats.org/officeDocument/2006/relationships/image" Target="media/image22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Microsoft\Templates\Sip%20and%20see%20flyer.dotx" TargetMode="External"/></Relationships>
</file>

<file path=word/theme/theme1.xml><?xml version="1.0" encoding="utf-8"?>
<a:theme xmlns:a="http://schemas.openxmlformats.org/drawingml/2006/main" name="Office Theme">
  <a:themeElements>
    <a:clrScheme name="Custom 57">
      <a:dk1>
        <a:srgbClr val="000000"/>
      </a:dk1>
      <a:lt1>
        <a:sysClr val="window" lastClr="FFFFFF"/>
      </a:lt1>
      <a:dk2>
        <a:srgbClr val="BCE1F9"/>
      </a:dk2>
      <a:lt2>
        <a:srgbClr val="7EAED7"/>
      </a:lt2>
      <a:accent1>
        <a:srgbClr val="1B4B88"/>
      </a:accent1>
      <a:accent2>
        <a:srgbClr val="5175A4"/>
      </a:accent2>
      <a:accent3>
        <a:srgbClr val="FFFF66"/>
      </a:accent3>
      <a:accent4>
        <a:srgbClr val="7F271D"/>
      </a:accent4>
      <a:accent5>
        <a:srgbClr val="FF6600"/>
      </a:accent5>
      <a:accent6>
        <a:srgbClr val="BF4C00"/>
      </a:accent6>
      <a:hlink>
        <a:srgbClr val="1B4B88"/>
      </a:hlink>
      <a:folHlink>
        <a:srgbClr val="1B4B88"/>
      </a:folHlink>
    </a:clrScheme>
    <a:fontScheme name="Custom 54">
      <a:majorFont>
        <a:latin typeface="Gill Sans MT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E2473-6640-4A30-8E83-344A71D165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8F1DB-F8D0-4AF0-85BC-5E1C1F456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A3AB3D-646C-454C-825A-66E552B5616A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3C30A827-4C4D-4BE1-B953-31C6B9BA8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Sip and see flyer.dotx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2023-02-03T18:34:00Z</dcterms:created>
  <dcterms:modified xsi:type="dcterms:W3CDTF">2023-02-15T01:01:00Z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